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975AF7" w:rsidRDefault="00E137E9" w:rsidP="00975AF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</w:t>
            </w:r>
            <w:r w:rsidR="00F3259C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="00692805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975AF7">
              <w:rPr>
                <w:rFonts w:ascii="Arial" w:hAnsi="Arial" w:cs="Arial"/>
                <w:color w:val="FF0000"/>
                <w:sz w:val="24"/>
                <w:szCs w:val="24"/>
              </w:rPr>
              <w:t xml:space="preserve">vá dokumentace </w:t>
            </w:r>
          </w:p>
          <w:p w:rsidR="00171691" w:rsidRPr="0025072A" w:rsidRDefault="00567D09" w:rsidP="00975AF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chodníky v okolí zš a mš uherský brod - újezdec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67D0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67D0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3C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67D09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5AF7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59C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DD9EF53F.dotm</Template>
  <TotalTime>52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38</cp:revision>
  <cp:lastPrinted>2021-05-24T06:24:00Z</cp:lastPrinted>
  <dcterms:created xsi:type="dcterms:W3CDTF">2019-09-19T08:40:00Z</dcterms:created>
  <dcterms:modified xsi:type="dcterms:W3CDTF">2025-11-19T09:46:00Z</dcterms:modified>
</cp:coreProperties>
</file>